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09B0E3D7" w14:textId="333F0E0A" w:rsidR="003E3214" w:rsidRPr="003E3214" w:rsidRDefault="003E3214" w:rsidP="003E3214">
      <w:pPr>
        <w:jc w:val="right"/>
        <w:rPr>
          <w:rFonts w:ascii="Calibri" w:hAnsi="Calibri" w:cs="Calibri"/>
          <w:sz w:val="22"/>
          <w:szCs w:val="22"/>
        </w:rPr>
      </w:pPr>
      <w:r w:rsidRPr="003F1ADE">
        <w:rPr>
          <w:rFonts w:ascii="Calibri" w:hAnsi="Calibri" w:cs="Calibri"/>
          <w:sz w:val="22"/>
          <w:szCs w:val="22"/>
        </w:rPr>
        <w:t xml:space="preserve">Anexa  </w:t>
      </w:r>
      <w:r w:rsidR="003F1ADE" w:rsidRPr="003F1ADE">
        <w:rPr>
          <w:rFonts w:ascii="Calibri" w:hAnsi="Calibri" w:cs="Calibri"/>
          <w:sz w:val="22"/>
          <w:szCs w:val="22"/>
        </w:rPr>
        <w:t>14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77777777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1F2344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2344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1F2344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1F2344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1F2344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decontare la AM PR Cen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notificării de depunere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beneficiar, dar nu mai tarziu de:</w:t>
            </w:r>
          </w:p>
          <w:p w14:paraId="0A13160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1F2344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1F2344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1F2344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F2344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18D1CF0F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794C0AE9" w14:textId="77777777" w:rsidR="0038560B" w:rsidRDefault="0038560B" w:rsidP="00F6783B">
      <w:pPr>
        <w:jc w:val="both"/>
        <w:rPr>
          <w:rFonts w:ascii="Calibri" w:hAnsi="Calibri" w:cs="Calibri"/>
        </w:rPr>
      </w:pPr>
    </w:p>
    <w:p w14:paraId="6DBABA56" w14:textId="77777777" w:rsidR="0038560B" w:rsidRDefault="0038560B" w:rsidP="00F6783B">
      <w:pPr>
        <w:jc w:val="both"/>
        <w:rPr>
          <w:rFonts w:ascii="Calibri" w:hAnsi="Calibri" w:cs="Calibri"/>
        </w:rPr>
      </w:pPr>
    </w:p>
    <w:p w14:paraId="115D075F" w14:textId="754B8859" w:rsidR="00F6783B" w:rsidRDefault="00F6783B" w:rsidP="00F6783B">
      <w:pPr>
        <w:jc w:val="both"/>
        <w:rPr>
          <w:rFonts w:ascii="Calibri" w:hAnsi="Calibri" w:cs="Calibri"/>
        </w:rPr>
      </w:pPr>
      <w:bookmarkStart w:id="0" w:name="_GoBack"/>
      <w:bookmarkEnd w:id="0"/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faţă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38F07C56" w14:textId="77777777" w:rsidR="00F6783B" w:rsidRDefault="00F6783B" w:rsidP="00F6783B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funcţie de natura proiectelor, indicatorii de etapă pot reprezenta: </w:t>
      </w:r>
    </w:p>
    <w:p w14:paraId="7CDECB40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activităţi sau subactivităţi din proiect, </w:t>
      </w:r>
    </w:p>
    <w:p w14:paraId="0A28588E" w14:textId="77777777" w:rsidR="00F6783B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atingerea unor stadii de implementare sau de execuţie tehnică sau financiară prestabil</w:t>
      </w:r>
      <w:r>
        <w:rPr>
          <w:rFonts w:ascii="Calibri" w:hAnsi="Calibri" w:cs="Calibri"/>
        </w:rPr>
        <w:t>ite</w:t>
      </w:r>
    </w:p>
    <w:p w14:paraId="48D9EE44" w14:textId="77777777" w:rsidR="00F6783B" w:rsidRPr="00B71552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6B9686C2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08BCBB70" w14:textId="77777777" w:rsidR="00F6783B" w:rsidRDefault="00F6783B" w:rsidP="00F6783B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4B6F6E03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E8080E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utilizarea acestuia are ca finalitate consolidarea şi eficientizarea procesului de monitorizare a proiectelor de către autorităţile de management</w:t>
      </w:r>
      <w:r>
        <w:rPr>
          <w:rFonts w:ascii="Calibri" w:hAnsi="Calibri" w:cs="Calibri"/>
        </w:rPr>
        <w:t>.</w:t>
      </w:r>
    </w:p>
    <w:p w14:paraId="24050B21" w14:textId="3099847F" w:rsidR="00F6783B" w:rsidRDefault="00F6783B" w:rsidP="00F6783B">
      <w:pPr>
        <w:jc w:val="both"/>
        <w:rPr>
          <w:rFonts w:ascii="Calibri" w:hAnsi="Calibri" w:cs="Calibri"/>
        </w:rPr>
      </w:pPr>
    </w:p>
    <w:p w14:paraId="0C7CCF16" w14:textId="2B213564" w:rsidR="0038560B" w:rsidRDefault="0038560B" w:rsidP="00F6783B">
      <w:pPr>
        <w:jc w:val="both"/>
        <w:rPr>
          <w:rFonts w:ascii="Calibri" w:hAnsi="Calibri" w:cs="Calibri"/>
        </w:rPr>
      </w:pPr>
    </w:p>
    <w:p w14:paraId="340A1239" w14:textId="0169E6D5" w:rsidR="0038560B" w:rsidRDefault="0038560B" w:rsidP="00F6783B">
      <w:pPr>
        <w:jc w:val="both"/>
        <w:rPr>
          <w:rFonts w:ascii="Calibri" w:hAnsi="Calibri" w:cs="Calibri"/>
        </w:rPr>
      </w:pPr>
    </w:p>
    <w:p w14:paraId="56C92FDA" w14:textId="77777777" w:rsidR="0038560B" w:rsidRPr="00E8080E" w:rsidRDefault="0038560B" w:rsidP="00F6783B">
      <w:pPr>
        <w:jc w:val="both"/>
        <w:rPr>
          <w:rFonts w:ascii="Calibri" w:hAnsi="Calibri" w:cs="Calibri"/>
        </w:rPr>
      </w:pPr>
    </w:p>
    <w:p w14:paraId="7088AA28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45F4B113" w14:textId="77777777" w:rsidR="00F6783B" w:rsidRPr="00B7289C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5739F926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6617F913" w14:textId="77777777" w:rsidR="00F6783B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>2023: Planul de monitorizare al proiectului poate face obiectul unor modificări prin act adiţional la contractul de finanţare.</w:t>
      </w:r>
    </w:p>
    <w:p w14:paraId="40BB38AD" w14:textId="77777777" w:rsidR="00F6783B" w:rsidRPr="00696924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697A1877" w14:textId="77777777" w:rsidR="00F6783B" w:rsidRPr="000F6FA7" w:rsidRDefault="00F6783B" w:rsidP="00F6783B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F6783B" w:rsidRDefault="00B94F63" w:rsidP="00F6783B"/>
    <w:sectPr w:rsidR="00B94F63" w:rsidRPr="00F6783B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4C213" w14:textId="77777777" w:rsidR="006F3787" w:rsidRDefault="006F37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Footer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Foot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3D041" w14:textId="77777777" w:rsidR="006F3787" w:rsidRDefault="006F3787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9F79D" w14:textId="3813F705" w:rsidR="006F3787" w:rsidRDefault="0038560B">
    <w:pPr>
      <w:pStyle w:val="Header"/>
    </w:pPr>
    <w:r>
      <w:rPr>
        <w:noProof/>
      </w:rPr>
      <w:pict w14:anchorId="3D0306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654204" o:spid="_x0000_s10242" type="#_x0000_t136" style="position:absolute;margin-left:0;margin-top:0;width:538.55pt;height:82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80996" w14:textId="3B056E40" w:rsidR="006F3787" w:rsidRPr="00851382" w:rsidRDefault="0038560B">
    <w:pPr>
      <w:pStyle w:val="Header"/>
      <w:rPr>
        <w:color w:val="999999"/>
      </w:rPr>
    </w:pPr>
    <w:r>
      <w:rPr>
        <w:noProof/>
      </w:rPr>
      <w:pict w14:anchorId="57F708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654205" o:spid="_x0000_s10243" type="#_x0000_t136" style="position:absolute;margin-left:0;margin-top:0;width:538.55pt;height:82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6F3787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6F3787" w:rsidRPr="00851382">
      <w:rPr>
        <w:color w:val="999999"/>
        <w:sz w:val="20"/>
        <w:szCs w:val="20"/>
      </w:rPr>
      <w:t xml:space="preserve">Pagina </w:t>
    </w:r>
    <w:r w:rsidR="006F3787" w:rsidRPr="00851382">
      <w:rPr>
        <w:color w:val="999999"/>
        <w:sz w:val="20"/>
        <w:szCs w:val="20"/>
      </w:rPr>
      <w:fldChar w:fldCharType="begin"/>
    </w:r>
    <w:r w:rsidR="006F3787" w:rsidRPr="00851382">
      <w:rPr>
        <w:color w:val="999999"/>
        <w:sz w:val="20"/>
        <w:szCs w:val="20"/>
      </w:rPr>
      <w:instrText xml:space="preserve"> PAGE </w:instrText>
    </w:r>
    <w:r w:rsidR="006F3787" w:rsidRPr="00851382">
      <w:rPr>
        <w:color w:val="999999"/>
        <w:sz w:val="20"/>
        <w:szCs w:val="20"/>
      </w:rPr>
      <w:fldChar w:fldCharType="separate"/>
    </w:r>
    <w:r w:rsidR="003E3214">
      <w:rPr>
        <w:noProof/>
        <w:color w:val="999999"/>
        <w:sz w:val="20"/>
        <w:szCs w:val="20"/>
      </w:rPr>
      <w:t>7</w:t>
    </w:r>
    <w:r w:rsidR="006F3787" w:rsidRPr="00851382">
      <w:rPr>
        <w:color w:val="999999"/>
        <w:sz w:val="20"/>
        <w:szCs w:val="20"/>
      </w:rPr>
      <w:fldChar w:fldCharType="end"/>
    </w:r>
    <w:r w:rsidR="006F3787" w:rsidRPr="00851382">
      <w:rPr>
        <w:color w:val="999999"/>
        <w:sz w:val="20"/>
        <w:szCs w:val="20"/>
      </w:rPr>
      <w:t xml:space="preserve"> din </w:t>
    </w:r>
    <w:r w:rsidR="006F3787" w:rsidRPr="00851382">
      <w:rPr>
        <w:color w:val="999999"/>
        <w:sz w:val="20"/>
        <w:szCs w:val="20"/>
      </w:rPr>
      <w:fldChar w:fldCharType="begin"/>
    </w:r>
    <w:r w:rsidR="006F3787" w:rsidRPr="00851382">
      <w:rPr>
        <w:color w:val="999999"/>
        <w:sz w:val="20"/>
        <w:szCs w:val="20"/>
      </w:rPr>
      <w:instrText xml:space="preserve"> NUMPAGES </w:instrText>
    </w:r>
    <w:r w:rsidR="006F3787" w:rsidRPr="00851382">
      <w:rPr>
        <w:color w:val="999999"/>
        <w:sz w:val="20"/>
        <w:szCs w:val="20"/>
      </w:rPr>
      <w:fldChar w:fldCharType="separate"/>
    </w:r>
    <w:r w:rsidR="003E3214">
      <w:rPr>
        <w:noProof/>
        <w:color w:val="999999"/>
        <w:sz w:val="20"/>
        <w:szCs w:val="20"/>
      </w:rPr>
      <w:t>7</w:t>
    </w:r>
    <w:r w:rsidR="006F3787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1298" w14:textId="75B04CD8" w:rsidR="006F3787" w:rsidRDefault="0038560B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52A742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654203" o:spid="_x0000_s10241" type="#_x0000_t136" style="position:absolute;margin-left:0;margin-top:0;width:538.55pt;height:82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6F3787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t xml:space="preserve">   </w:t>
    </w:r>
    <w:r w:rsidR="006F378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8560B"/>
    <w:rsid w:val="003A2FFB"/>
    <w:rsid w:val="003B61FA"/>
    <w:rsid w:val="003E2E03"/>
    <w:rsid w:val="003E3214"/>
    <w:rsid w:val="003F1ADE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4D62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BodyText3">
    <w:name w:val="Body Text 3"/>
    <w:basedOn w:val="Normal"/>
    <w:link w:val="BodyText3Cha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5CD12-EBDC-4DD5-908C-D22D7AC2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7</Pages>
  <Words>1084</Words>
  <Characters>6573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7642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2023-05-29T06:12:00Z</cp:lastPrinted>
  <dcterms:created xsi:type="dcterms:W3CDTF">2023-07-07T10:35:00Z</dcterms:created>
  <dcterms:modified xsi:type="dcterms:W3CDTF">2023-10-25T07:40:00Z</dcterms:modified>
</cp:coreProperties>
</file>